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C124AF7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72A05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72A05">
        <w:rPr>
          <w:rStyle w:val="Strong"/>
          <w:rFonts w:asciiTheme="minorHAnsi" w:hAnsiTheme="minorHAnsi" w:cstheme="minorHAnsi"/>
          <w:lang w:val="en-GB"/>
        </w:rPr>
        <w:t>P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A71031">
        <w:rPr>
          <w:rStyle w:val="Strong"/>
          <w:rFonts w:asciiTheme="minorHAnsi" w:hAnsiTheme="minorHAnsi" w:cstheme="minorHAnsi"/>
          <w:lang w:val="en-GB"/>
        </w:rPr>
        <w:t>23-w001-2</w:t>
      </w:r>
      <w:r w:rsidR="002D645B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A71031">
        <w:rPr>
          <w:rFonts w:ascii="Calibri" w:hAnsi="Calibri" w:cs="Calibri"/>
        </w:rPr>
        <w:t xml:space="preserve">posted on the </w:t>
      </w:r>
      <w:r w:rsidR="00116A20" w:rsidRPr="00A71031">
        <w:rPr>
          <w:rFonts w:ascii="Calibri" w:hAnsi="Calibri" w:cs="Calibri"/>
        </w:rPr>
        <w:t>Kiribati Public Procurement Web</w:t>
      </w:r>
      <w:r w:rsidR="00AD7F57" w:rsidRPr="00A71031">
        <w:rPr>
          <w:rFonts w:ascii="Calibri" w:hAnsi="Calibri" w:cs="Calibri"/>
        </w:rPr>
        <w:t>Portal</w:t>
      </w:r>
      <w:r w:rsidRPr="00A71031">
        <w:rPr>
          <w:rFonts w:ascii="Calibri" w:hAnsi="Calibri" w:cs="Calibri"/>
        </w:rPr>
        <w:t xml:space="preserve"> (</w:t>
      </w:r>
      <w:r w:rsidR="005D47B8" w:rsidRPr="00A71031">
        <w:rPr>
          <w:rStyle w:val="Hyperlink"/>
          <w:rFonts w:ascii="Calibri" w:hAnsi="Calibri" w:cs="Calibri"/>
          <w:lang w:val="en-GB"/>
        </w:rPr>
        <w:t>www.procurement.gov.ki/opentender</w:t>
      </w:r>
      <w:r w:rsidRPr="00A71031">
        <w:rPr>
          <w:rFonts w:ascii="Calibri" w:hAnsi="Calibri" w:cs="Calibri"/>
        </w:rPr>
        <w:t xml:space="preserve">) </w:t>
      </w:r>
      <w:r w:rsidRPr="00A71031">
        <w:rPr>
          <w:rFonts w:ascii="Calibri" w:hAnsi="Calibri" w:cs="Calibri"/>
          <w:u w:val="single"/>
        </w:rPr>
        <w:t>or</w:t>
      </w:r>
      <w:r w:rsidRPr="00A71031">
        <w:rPr>
          <w:rFonts w:ascii="Calibri" w:hAnsi="Calibri" w:cs="Calibri"/>
        </w:rPr>
        <w:t xml:space="preserve"> sent directly </w:t>
      </w:r>
      <w:r w:rsidR="00C15299" w:rsidRPr="00A71031">
        <w:rPr>
          <w:rFonts w:ascii="Calibri" w:hAnsi="Calibri" w:cs="Calibri"/>
        </w:rPr>
        <w:t xml:space="preserve">to </w:t>
      </w:r>
      <w:r w:rsidRPr="00A71031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A71031">
        <w:rPr>
          <w:rFonts w:ascii="Calibri" w:hAnsi="Calibri" w:cs="Calibri"/>
        </w:rPr>
        <w:t>6</w:t>
      </w:r>
      <w:r w:rsidRPr="00A71031">
        <w:rPr>
          <w:rFonts w:ascii="Calibri" w:hAnsi="Calibri" w:cs="Calibri"/>
        </w:rPr>
        <w:t>-1</w:t>
      </w:r>
      <w:r w:rsidR="00B0293A" w:rsidRPr="00A71031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40FD0F8" w:rsidR="00B0293A" w:rsidRPr="00532E97" w:rsidRDefault="002D645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24/05/2024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A71031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asciiTheme="minorHAnsi" w:hAnsiTheme="minorHAnsi"/>
                <w:sz w:val="22"/>
              </w:rPr>
              <w:t>Specification</w:t>
            </w:r>
            <w:r w:rsidRPr="00A71031">
              <w:rPr>
                <w:rFonts w:cs="Calibri"/>
                <w:sz w:val="24"/>
                <w:szCs w:val="24"/>
              </w:rPr>
              <w:t xml:space="preserve"> </w:t>
            </w:r>
            <w:r w:rsidR="00B0293A" w:rsidRPr="00A71031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A71031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62155CD7" w:rsidR="00B0293A" w:rsidRPr="00A71031" w:rsidRDefault="002D645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30/05/2024 </w:t>
            </w:r>
            <w:r w:rsidR="006A7C2F">
              <w:rPr>
                <w:rFonts w:ascii="Calibri" w:hAnsi="Calibri"/>
                <w:szCs w:val="20"/>
              </w:rPr>
              <w:t>@2pm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A7103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A7103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71031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13930A8" w:rsidR="00B0293A" w:rsidRPr="00A71031" w:rsidRDefault="002D645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13/06/2024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A7103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71031">
              <w:rPr>
                <w:rFonts w:cs="Calibri"/>
                <w:sz w:val="24"/>
                <w:szCs w:val="24"/>
              </w:rPr>
              <w:t xml:space="preserve">to </w:t>
            </w:r>
            <w:r w:rsidRPr="00A71031">
              <w:rPr>
                <w:rFonts w:cs="Calibri"/>
                <w:sz w:val="24"/>
                <w:szCs w:val="24"/>
              </w:rPr>
              <w:t>amend the RF</w:t>
            </w:r>
            <w:r w:rsidR="00EC72C1" w:rsidRPr="00A7103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A71031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9EA1DBB" w:rsidR="00B0293A" w:rsidRPr="00A71031" w:rsidRDefault="006A15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r w:rsidR="002D645B">
              <w:rPr>
                <w:rFonts w:ascii="Calibri" w:hAnsi="Calibri"/>
                <w:szCs w:val="20"/>
              </w:rPr>
              <w:t>01/07/2024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A7103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A7103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71031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3F36B1E" w:rsidR="00B0293A" w:rsidRPr="00A71031" w:rsidRDefault="002D645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08/07/2024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A71031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71031">
              <w:rPr>
                <w:rFonts w:cs="Calibri"/>
                <w:sz w:val="24"/>
                <w:szCs w:val="24"/>
              </w:rPr>
              <w:t>Proposal</w:t>
            </w:r>
            <w:r w:rsidR="00B0293A" w:rsidRPr="00A71031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A71031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71031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145C69B9" w:rsidR="00B0293A" w:rsidRPr="00A71031" w:rsidRDefault="002D645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09/07/2024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CFFE9DD" w:rsidR="003F0F61" w:rsidRPr="003F0F61" w:rsidRDefault="00B0293A" w:rsidP="003F0F61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  <w:r w:rsidR="003F0F61">
              <w:rPr>
                <w:rFonts w:cs="Calibri"/>
                <w:sz w:val="24"/>
                <w:szCs w:val="24"/>
              </w:rPr>
              <w:t>/tender opening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6FE14D2" w:rsidR="00B0293A" w:rsidRPr="00532E97" w:rsidRDefault="002D645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12/07/2024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5A046A8" w:rsidR="00B0293A" w:rsidRPr="00532E97" w:rsidRDefault="002D645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15/07/2024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C10E428" w:rsidR="00B0293A" w:rsidRPr="00532E97" w:rsidRDefault="002D645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29/07/2024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0F13D96E" w:rsidR="00B0293A" w:rsidRPr="00532E97" w:rsidRDefault="002D645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30/07/2024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23D5C9A" w:rsidR="00B0293A" w:rsidRPr="00532E97" w:rsidRDefault="002D645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31/07/2024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2DC2FDF8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  <w:r w:rsidR="00270B26">
        <w:rPr>
          <w:rFonts w:asciiTheme="minorHAnsi" w:hAnsiTheme="minorHAnsi"/>
          <w:sz w:val="22"/>
          <w:szCs w:val="22"/>
        </w:rPr>
        <w:t>.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1CAA6" w14:textId="77777777" w:rsidR="00DE74D1" w:rsidRDefault="00DE74D1">
      <w:r>
        <w:separator/>
      </w:r>
    </w:p>
  </w:endnote>
  <w:endnote w:type="continuationSeparator" w:id="0">
    <w:p w14:paraId="217CB4A0" w14:textId="77777777" w:rsidR="00DE74D1" w:rsidRDefault="00DE74D1">
      <w:r>
        <w:continuationSeparator/>
      </w:r>
    </w:p>
  </w:endnote>
  <w:endnote w:type="continuationNotice" w:id="1">
    <w:p w14:paraId="141CAE26" w14:textId="77777777" w:rsidR="00DE74D1" w:rsidRDefault="00DE74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7C706EBB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D1A7F" w:rsidRPr="00DD1A7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D1A7F" w:rsidRPr="00DD1A7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401F17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D645B">
      <w:rPr>
        <w:noProof/>
      </w:rPr>
      <w:t>2024-05-24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D4642" w14:textId="77777777" w:rsidR="00DE74D1" w:rsidRDefault="00DE74D1">
      <w:r>
        <w:separator/>
      </w:r>
    </w:p>
  </w:footnote>
  <w:footnote w:type="continuationSeparator" w:id="0">
    <w:p w14:paraId="3D753CE8" w14:textId="77777777" w:rsidR="00DE74D1" w:rsidRDefault="00DE74D1">
      <w:r>
        <w:continuationSeparator/>
      </w:r>
    </w:p>
  </w:footnote>
  <w:footnote w:type="continuationNotice" w:id="1">
    <w:p w14:paraId="20AB3312" w14:textId="77777777" w:rsidR="00DE74D1" w:rsidRDefault="00DE74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75E9AC8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204346">
    <w:abstractNumId w:val="1"/>
  </w:num>
  <w:num w:numId="2" w16cid:durableId="669481341">
    <w:abstractNumId w:val="10"/>
  </w:num>
  <w:num w:numId="3" w16cid:durableId="1003431145">
    <w:abstractNumId w:val="11"/>
  </w:num>
  <w:num w:numId="4" w16cid:durableId="1487478266">
    <w:abstractNumId w:val="4"/>
  </w:num>
  <w:num w:numId="5" w16cid:durableId="291252690">
    <w:abstractNumId w:val="3"/>
  </w:num>
  <w:num w:numId="6" w16cid:durableId="1587030597">
    <w:abstractNumId w:val="7"/>
  </w:num>
  <w:num w:numId="7" w16cid:durableId="1739938590">
    <w:abstractNumId w:val="5"/>
  </w:num>
  <w:num w:numId="8" w16cid:durableId="107821000">
    <w:abstractNumId w:val="9"/>
  </w:num>
  <w:num w:numId="9" w16cid:durableId="444470708">
    <w:abstractNumId w:val="0"/>
  </w:num>
  <w:num w:numId="10" w16cid:durableId="1422019432">
    <w:abstractNumId w:val="8"/>
  </w:num>
  <w:num w:numId="11" w16cid:durableId="1192768142">
    <w:abstractNumId w:val="2"/>
  </w:num>
  <w:num w:numId="12" w16cid:durableId="150250045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12FD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AFF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4DE6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301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B26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4F4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B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202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0F61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39A1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5ED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5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3B3C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1A"/>
    <w:rsid w:val="006A1916"/>
    <w:rsid w:val="006A3310"/>
    <w:rsid w:val="006A3B2C"/>
    <w:rsid w:val="006A4777"/>
    <w:rsid w:val="006A4E17"/>
    <w:rsid w:val="006A6402"/>
    <w:rsid w:val="006A6F3B"/>
    <w:rsid w:val="006A75F6"/>
    <w:rsid w:val="006A7C2F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949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14B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3F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B7"/>
    <w:rsid w:val="007B2CFF"/>
    <w:rsid w:val="007B32D1"/>
    <w:rsid w:val="007B54A7"/>
    <w:rsid w:val="007C0D3A"/>
    <w:rsid w:val="007C11EA"/>
    <w:rsid w:val="007C20E9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B5B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457D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29F5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031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373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0EB1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0F77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1A7F"/>
    <w:rsid w:val="00DD271F"/>
    <w:rsid w:val="00DD46D5"/>
    <w:rsid w:val="00DD5C39"/>
    <w:rsid w:val="00DD5C4C"/>
    <w:rsid w:val="00DD62BA"/>
    <w:rsid w:val="00DE121A"/>
    <w:rsid w:val="00DE395D"/>
    <w:rsid w:val="00DE4B7D"/>
    <w:rsid w:val="00DE50D4"/>
    <w:rsid w:val="00DE5C96"/>
    <w:rsid w:val="00DE74D1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1F4A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263C"/>
    <w:rsid w:val="00E3305D"/>
    <w:rsid w:val="00E333B3"/>
    <w:rsid w:val="00E34B02"/>
    <w:rsid w:val="00E34DCE"/>
    <w:rsid w:val="00E3562B"/>
    <w:rsid w:val="00E3566F"/>
    <w:rsid w:val="00E35A59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5C49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6CAF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0F3015-FAE7-4680-8EA2-EFADBDE6C9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167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1537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20</cp:revision>
  <cp:lastPrinted>2013-10-18T08:32:00Z</cp:lastPrinted>
  <dcterms:created xsi:type="dcterms:W3CDTF">2020-07-06T13:09:00Z</dcterms:created>
  <dcterms:modified xsi:type="dcterms:W3CDTF">2024-05-23T23:02:00Z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